
<file path=[Content_Types].xml><?xml version="1.0" encoding="utf-8"?>
<Types xmlns="http://schemas.openxmlformats.org/package/2006/content-types">
  <Default Extension="tmp" ContentType="image/png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426"/>
        <w:gridCol w:w="4677"/>
      </w:tblGrid>
      <w:tr w:rsidR="00C6765F" w:rsidRPr="000A63AF" w14:paraId="0E33E6A3" w14:textId="77777777" w:rsidTr="00E554BF">
        <w:trPr>
          <w:trHeight w:val="1405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677" w:type="dxa"/>
            <w:tcBorders>
              <w:left w:val="nil"/>
            </w:tcBorders>
          </w:tcPr>
          <w:p w14:paraId="543BE07C" w14:textId="222A1C89" w:rsidR="00C6765F" w:rsidRPr="00FB0E81" w:rsidRDefault="006F55E0" w:rsidP="00C6765F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Tahoma" w:hAnsi="Tahoma" w:cs="Tahoma"/>
              </w:rPr>
              <w:t>Share £56 in the ratio 3:5</w:t>
            </w:r>
          </w:p>
        </w:tc>
        <w:tc>
          <w:tcPr>
            <w:tcW w:w="426" w:type="dxa"/>
            <w:tcBorders>
              <w:right w:val="nil"/>
            </w:tcBorders>
          </w:tcPr>
          <w:p w14:paraId="181FE9F0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4677" w:type="dxa"/>
            <w:tcBorders>
              <w:left w:val="nil"/>
            </w:tcBorders>
          </w:tcPr>
          <w:p w14:paraId="1B5E5D74" w14:textId="1FD476D5" w:rsidR="00C6765F" w:rsidRPr="000A63AF" w:rsidRDefault="00720CEB" w:rsidP="00C6765F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Tahoma" w:hAnsi="Tahoma" w:cs="Tahoma"/>
              </w:rPr>
              <w:t>A car travels at a speed of 50mph for 25 miles.  How long did the journey take?</w:t>
            </w:r>
          </w:p>
        </w:tc>
      </w:tr>
      <w:tr w:rsidR="00C6765F" w:rsidRPr="00C240D5" w14:paraId="02717925" w14:textId="77777777" w:rsidTr="00E554BF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683B8A61" w14:textId="59C97634" w:rsidR="00D02CC1" w:rsidRPr="00C240D5" w:rsidRDefault="006B2DC0" w:rsidP="00DC656B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Tahoma" w:hAnsi="Tahoma" w:cs="Tahoma"/>
              </w:rPr>
              <w:t>There are 5 lemon and 4 strawberry sweets in a bag. A sweet is taken and eaten.  Complete the probability tree.</w:t>
            </w:r>
            <w:r w:rsidR="00D02CC1"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3CBB3735" wp14:editId="7541C916">
                  <wp:extent cx="2232560" cy="1766324"/>
                  <wp:effectExtent l="0" t="0" r="0" b="571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801017.tmp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3021" cy="176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4AFF0C44" w14:textId="77777777" w:rsidR="00C6765F" w:rsidRDefault="00C6765F" w:rsidP="00C6765F">
            <w:pPr>
              <w:spacing w:before="120"/>
              <w:rPr>
                <w:rFonts w:ascii="Tahoma" w:hAnsi="Tahoma" w:cs="Tahoma"/>
                <w:noProof/>
                <w:lang w:eastAsia="en-GB"/>
              </w:rPr>
            </w:pPr>
            <w:r>
              <w:rPr>
                <w:rFonts w:ascii="Tahoma" w:hAnsi="Tahoma" w:cs="Tahoma"/>
                <w:noProof/>
                <w:lang w:eastAsia="en-GB"/>
              </w:rPr>
              <w:t>Work out the missing angle.</w:t>
            </w:r>
          </w:p>
          <w:p w14:paraId="35867634" w14:textId="67A4F934" w:rsidR="00C6765F" w:rsidRPr="00C240D5" w:rsidRDefault="008A22C9" w:rsidP="00C6765F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3EF91C21" wp14:editId="75B8E877">
                  <wp:extent cx="1270660" cy="748909"/>
                  <wp:effectExtent l="0" t="0" r="571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673" cy="748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765F" w:rsidRPr="00C240D5" w14:paraId="3A800F6F" w14:textId="77777777" w:rsidTr="00101BAB">
        <w:trPr>
          <w:trHeight w:val="1454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6E7FDE4D" w14:textId="250B0BDD" w:rsidR="00C6765F" w:rsidRPr="00C240D5" w:rsidRDefault="00DC656B" w:rsidP="00DC656B">
            <w:pPr>
              <w:spacing w:before="12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1C4C0152" wp14:editId="53F6A371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652341</wp:posOffset>
                  </wp:positionV>
                  <wp:extent cx="572135" cy="40132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eastAsiaTheme="minorEastAsia" w:hAnsi="Tahoma" w:cs="Tahoma"/>
                <w:noProof/>
              </w:rPr>
              <w:t>Sketch the net for a triangular based pyramid:</w:t>
            </w:r>
            <w:r w:rsidR="00C6765F">
              <w:rPr>
                <w:rFonts w:ascii="Tahoma" w:hAnsi="Tahoma" w:cs="Tahoma"/>
                <w:noProof/>
                <w:lang w:eastAsia="en-GB"/>
              </w:rPr>
              <w:t xml:space="preserve"> </w:t>
            </w:r>
          </w:p>
        </w:tc>
      </w:tr>
    </w:tbl>
    <w:p w14:paraId="44F62CAC" w14:textId="7108C44C" w:rsidR="00E554BF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5161DB83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C6765F">
        <w:rPr>
          <w:rFonts w:ascii="Segoe Print" w:hAnsi="Segoe Print"/>
          <w:b/>
          <w:sz w:val="24"/>
        </w:rPr>
        <w:t>20</w:t>
      </w:r>
      <w:r w:rsidR="00D51195" w:rsidRPr="0090117B">
        <w:rPr>
          <w:rFonts w:ascii="Segoe Print" w:hAnsi="Segoe Print"/>
          <w:b/>
          <w:sz w:val="24"/>
        </w:rPr>
        <w:t>.</w:t>
      </w:r>
      <w:r w:rsidR="00CD0D49"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</w:p>
    <w:p w14:paraId="6E12D1E3" w14:textId="40D5E9B8" w:rsidR="00E554BF" w:rsidRDefault="00E554B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7C9F5FC6" w14:textId="59C90524" w:rsidR="00E554BF" w:rsidRDefault="00E554B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426"/>
        <w:gridCol w:w="4677"/>
      </w:tblGrid>
      <w:tr w:rsidR="00DC656B" w:rsidRPr="000A63AF" w14:paraId="0438AB1E" w14:textId="77777777" w:rsidTr="00E01254">
        <w:trPr>
          <w:trHeight w:val="1405"/>
        </w:trPr>
        <w:tc>
          <w:tcPr>
            <w:tcW w:w="421" w:type="dxa"/>
            <w:tcBorders>
              <w:right w:val="nil"/>
            </w:tcBorders>
          </w:tcPr>
          <w:p w14:paraId="49ACCEFB" w14:textId="77777777" w:rsidR="00DC656B" w:rsidRPr="00C240D5" w:rsidRDefault="00DC656B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677" w:type="dxa"/>
            <w:tcBorders>
              <w:left w:val="nil"/>
            </w:tcBorders>
          </w:tcPr>
          <w:p w14:paraId="058D5259" w14:textId="77777777" w:rsidR="00DC656B" w:rsidRPr="00FB0E81" w:rsidRDefault="00DC656B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Tahoma" w:hAnsi="Tahoma" w:cs="Tahoma"/>
              </w:rPr>
              <w:t>Share £56 in the ratio 3:5</w:t>
            </w:r>
          </w:p>
        </w:tc>
        <w:tc>
          <w:tcPr>
            <w:tcW w:w="426" w:type="dxa"/>
            <w:tcBorders>
              <w:right w:val="nil"/>
            </w:tcBorders>
          </w:tcPr>
          <w:p w14:paraId="199CC7AC" w14:textId="77777777" w:rsidR="00DC656B" w:rsidRPr="00C240D5" w:rsidRDefault="00DC656B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4677" w:type="dxa"/>
            <w:tcBorders>
              <w:left w:val="nil"/>
            </w:tcBorders>
          </w:tcPr>
          <w:p w14:paraId="2EA4D2D3" w14:textId="77777777" w:rsidR="00DC656B" w:rsidRPr="000A63AF" w:rsidRDefault="00DC656B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Tahoma" w:hAnsi="Tahoma" w:cs="Tahoma"/>
              </w:rPr>
              <w:t>A car travels at a speed of 50mph for 25 miles.  How long did the journey take?</w:t>
            </w:r>
          </w:p>
        </w:tc>
      </w:tr>
      <w:tr w:rsidR="00DC656B" w:rsidRPr="00C240D5" w14:paraId="2593163B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0D0955CC" w14:textId="77777777" w:rsidR="00DC656B" w:rsidRPr="00C240D5" w:rsidRDefault="00DC656B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3A2D39EB" w14:textId="77777777" w:rsidR="00DC656B" w:rsidRPr="00C240D5" w:rsidRDefault="00DC656B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Tahoma" w:hAnsi="Tahoma" w:cs="Tahoma"/>
              </w:rPr>
              <w:t>There are 5 lemon and 4 strawberry sweets in a bag. A sweet is taken and eaten.  Complete the probability tree.</w:t>
            </w: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029E0EBC" wp14:editId="04A7E0DF">
                  <wp:extent cx="2232560" cy="1766324"/>
                  <wp:effectExtent l="0" t="0" r="0" b="5715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801017.tmp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3021" cy="176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</w:tcPr>
          <w:p w14:paraId="7413B8CC" w14:textId="77777777" w:rsidR="00DC656B" w:rsidRPr="00C240D5" w:rsidRDefault="00DC656B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33A54E70" w14:textId="77777777" w:rsidR="00DC656B" w:rsidRDefault="00DC656B" w:rsidP="00E01254">
            <w:pPr>
              <w:spacing w:before="120"/>
              <w:rPr>
                <w:rFonts w:ascii="Tahoma" w:hAnsi="Tahoma" w:cs="Tahoma"/>
                <w:noProof/>
                <w:lang w:eastAsia="en-GB"/>
              </w:rPr>
            </w:pPr>
            <w:r>
              <w:rPr>
                <w:rFonts w:ascii="Tahoma" w:hAnsi="Tahoma" w:cs="Tahoma"/>
                <w:noProof/>
                <w:lang w:eastAsia="en-GB"/>
              </w:rPr>
              <w:t>Work out the missing angle.</w:t>
            </w:r>
          </w:p>
          <w:p w14:paraId="67BF00EB" w14:textId="77777777" w:rsidR="00DC656B" w:rsidRPr="00C240D5" w:rsidRDefault="00DC656B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376A82B0" wp14:editId="0C2462D6">
                  <wp:extent cx="1270660" cy="748909"/>
                  <wp:effectExtent l="0" t="0" r="5715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673" cy="748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656B" w:rsidRPr="00C240D5" w14:paraId="0BF9BF3E" w14:textId="77777777" w:rsidTr="00E01254">
        <w:trPr>
          <w:trHeight w:val="1454"/>
        </w:trPr>
        <w:tc>
          <w:tcPr>
            <w:tcW w:w="421" w:type="dxa"/>
            <w:tcBorders>
              <w:right w:val="nil"/>
            </w:tcBorders>
          </w:tcPr>
          <w:p w14:paraId="16C8ADA1" w14:textId="77777777" w:rsidR="00DC656B" w:rsidRPr="00C240D5" w:rsidRDefault="00DC656B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2BB9A4F3" w14:textId="2AA8B0A1" w:rsidR="00DC656B" w:rsidRPr="00C240D5" w:rsidRDefault="00DC656B" w:rsidP="00E01254">
            <w:pPr>
              <w:spacing w:before="12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80768" behindDoc="0" locked="0" layoutInCell="1" allowOverlap="1" wp14:anchorId="6AF06C2E" wp14:editId="3F43F5BC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582002</wp:posOffset>
                  </wp:positionV>
                  <wp:extent cx="572135" cy="401320"/>
                  <wp:effectExtent l="0" t="0" r="0" b="5080"/>
                  <wp:wrapNone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eastAsiaTheme="minorEastAsia" w:hAnsi="Tahoma" w:cs="Tahoma"/>
                <w:noProof/>
              </w:rPr>
              <w:t>Sketch the net for a triangular based pyramid:</w:t>
            </w:r>
            <w:r>
              <w:rPr>
                <w:rFonts w:ascii="Tahoma" w:hAnsi="Tahoma" w:cs="Tahoma"/>
                <w:noProof/>
                <w:lang w:eastAsia="en-GB"/>
              </w:rPr>
              <w:t xml:space="preserve"> </w:t>
            </w:r>
          </w:p>
        </w:tc>
      </w:tr>
    </w:tbl>
    <w:p w14:paraId="5DDCD8AF" w14:textId="01160CFB" w:rsidR="00525119" w:rsidRDefault="00DC656B" w:rsidP="00DC656B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9744" behindDoc="0" locked="0" layoutInCell="1" allowOverlap="1" wp14:anchorId="6B393700" wp14:editId="0CFFEAA6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68" name="Picture 6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8720" behindDoc="0" locked="0" layoutInCell="1" allowOverlap="1" wp14:anchorId="50D9884B" wp14:editId="444E829B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69" name="Picture 69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20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bookmarkStart w:id="0" w:name="_GoBack"/>
      <w:bookmarkEnd w:id="0"/>
    </w:p>
    <w:sectPr w:rsidR="00525119" w:rsidSect="00E554BF">
      <w:pgSz w:w="11906" w:h="16838"/>
      <w:pgMar w:top="566" w:right="720" w:bottom="35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A43CA"/>
    <w:rsid w:val="000A63AF"/>
    <w:rsid w:val="000B76C6"/>
    <w:rsid w:val="00101BAB"/>
    <w:rsid w:val="001826A9"/>
    <w:rsid w:val="001C6DC6"/>
    <w:rsid w:val="00213C21"/>
    <w:rsid w:val="002D5D86"/>
    <w:rsid w:val="00333535"/>
    <w:rsid w:val="003F51D8"/>
    <w:rsid w:val="00505FC9"/>
    <w:rsid w:val="00514902"/>
    <w:rsid w:val="00525119"/>
    <w:rsid w:val="005459FD"/>
    <w:rsid w:val="0055561D"/>
    <w:rsid w:val="005D66A5"/>
    <w:rsid w:val="0064471D"/>
    <w:rsid w:val="00661F3F"/>
    <w:rsid w:val="006B2DC0"/>
    <w:rsid w:val="006F55E0"/>
    <w:rsid w:val="00705472"/>
    <w:rsid w:val="00720CEB"/>
    <w:rsid w:val="0072690D"/>
    <w:rsid w:val="007B4226"/>
    <w:rsid w:val="007E2C1A"/>
    <w:rsid w:val="008A22C9"/>
    <w:rsid w:val="0090117B"/>
    <w:rsid w:val="00923B95"/>
    <w:rsid w:val="0099142F"/>
    <w:rsid w:val="009D097D"/>
    <w:rsid w:val="00A1626C"/>
    <w:rsid w:val="00AD110A"/>
    <w:rsid w:val="00AD3C1A"/>
    <w:rsid w:val="00BA2BC5"/>
    <w:rsid w:val="00BD26FE"/>
    <w:rsid w:val="00BE7AC9"/>
    <w:rsid w:val="00C240D5"/>
    <w:rsid w:val="00C41860"/>
    <w:rsid w:val="00C6765F"/>
    <w:rsid w:val="00CD0D49"/>
    <w:rsid w:val="00D02CC1"/>
    <w:rsid w:val="00D51195"/>
    <w:rsid w:val="00DB511B"/>
    <w:rsid w:val="00DC656B"/>
    <w:rsid w:val="00E20822"/>
    <w:rsid w:val="00E554BF"/>
    <w:rsid w:val="00E7749A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8</cp:revision>
  <cp:lastPrinted>2019-02-25T09:49:00Z</cp:lastPrinted>
  <dcterms:created xsi:type="dcterms:W3CDTF">2019-02-25T09:49:00Z</dcterms:created>
  <dcterms:modified xsi:type="dcterms:W3CDTF">2019-02-25T09:50:00Z</dcterms:modified>
</cp:coreProperties>
</file>